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CD6897" w14:paraId="3C973623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1004BC7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3E09C9" w:rsidP="003E09C9" w:rsidRDefault="0071620A" w14:paraId="132FF10A" w14:textId="77777777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C75B4">
        <w:rPr>
          <w:rFonts w:ascii="Corbel" w:hAnsi="Corbel"/>
          <w:b/>
          <w:smallCaps/>
          <w:sz w:val="24"/>
          <w:szCs w:val="24"/>
        </w:rPr>
        <w:t>kształcenia</w:t>
      </w:r>
      <w:r w:rsidRPr="00DC75B4" w:rsidR="00DC6D0C">
        <w:rPr>
          <w:rFonts w:ascii="Corbel" w:hAnsi="Corbel"/>
          <w:i/>
          <w:smallCaps/>
          <w:sz w:val="24"/>
          <w:szCs w:val="24"/>
        </w:rPr>
        <w:t xml:space="preserve"> </w:t>
      </w:r>
      <w:r w:rsidR="003E09C9">
        <w:rPr>
          <w:rFonts w:ascii="Corbel" w:hAnsi="Corbel"/>
          <w:i/>
          <w:smallCaps/>
          <w:sz w:val="24"/>
          <w:szCs w:val="24"/>
        </w:rPr>
        <w:t>2022-2025</w:t>
      </w:r>
    </w:p>
    <w:p w:rsidRPr="00EA4832" w:rsidR="00445970" w:rsidP="008370B2" w:rsidRDefault="00445970" w14:paraId="787A7C64" w14:textId="0B401B0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C75B4">
        <w:rPr>
          <w:rFonts w:ascii="Corbel" w:hAnsi="Corbel"/>
          <w:sz w:val="20"/>
          <w:szCs w:val="20"/>
        </w:rPr>
        <w:t>202</w:t>
      </w:r>
      <w:r w:rsidR="003E09C9">
        <w:rPr>
          <w:rFonts w:ascii="Corbel" w:hAnsi="Corbel"/>
          <w:sz w:val="20"/>
          <w:szCs w:val="20"/>
        </w:rPr>
        <w:t>3</w:t>
      </w:r>
      <w:r w:rsidR="00DC75B4">
        <w:rPr>
          <w:rFonts w:ascii="Corbel" w:hAnsi="Corbel"/>
          <w:sz w:val="20"/>
          <w:szCs w:val="20"/>
        </w:rPr>
        <w:t>/202</w:t>
      </w:r>
      <w:r w:rsidR="003E09C9">
        <w:rPr>
          <w:rFonts w:ascii="Corbel" w:hAnsi="Corbel"/>
          <w:sz w:val="20"/>
          <w:szCs w:val="20"/>
        </w:rPr>
        <w:t>4</w:t>
      </w:r>
      <w:bookmarkStart w:name="_GoBack" w:id="0"/>
      <w:bookmarkEnd w:id="0"/>
    </w:p>
    <w:p w:rsidRPr="009C54AE" w:rsidR="0085747A" w:rsidP="009C54AE" w:rsidRDefault="0085747A" w14:paraId="0E02F0C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1DBE43A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2FAAEE2A" w14:textId="77777777">
        <w:tc>
          <w:tcPr>
            <w:tcW w:w="2694" w:type="dxa"/>
            <w:vAlign w:val="center"/>
          </w:tcPr>
          <w:p w:rsidRPr="009C54AE" w:rsidR="0085747A" w:rsidP="009C54AE" w:rsidRDefault="00C05F44" w14:paraId="0BCF480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C75B4" w14:paraId="2A0C29C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Finanse przedsiębiorstw i instytucji finansowych</w:t>
            </w:r>
          </w:p>
        </w:tc>
      </w:tr>
      <w:tr w:rsidRPr="009C54AE" w:rsidR="0085747A" w:rsidTr="00B819C8" w14:paraId="7F92383E" w14:textId="77777777">
        <w:tc>
          <w:tcPr>
            <w:tcW w:w="2694" w:type="dxa"/>
            <w:vAlign w:val="center"/>
          </w:tcPr>
          <w:p w:rsidRPr="009C54AE" w:rsidR="0085747A" w:rsidP="009C54AE" w:rsidRDefault="00C05F44" w14:paraId="4B7F904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C75B4" w14:paraId="77CFF26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DC75B4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DC75B4">
              <w:rPr>
                <w:rFonts w:ascii="Corbel" w:hAnsi="Corbel"/>
                <w:b w:val="0"/>
                <w:sz w:val="24"/>
                <w:szCs w:val="24"/>
              </w:rPr>
              <w:t>/C.4</w:t>
            </w:r>
          </w:p>
        </w:tc>
      </w:tr>
      <w:tr w:rsidRPr="009C54AE" w:rsidR="0085747A" w:rsidTr="00B819C8" w14:paraId="71268E61" w14:textId="77777777">
        <w:tc>
          <w:tcPr>
            <w:tcW w:w="2694" w:type="dxa"/>
            <w:vAlign w:val="center"/>
          </w:tcPr>
          <w:p w:rsidRPr="009C54AE" w:rsidR="0085747A" w:rsidP="00EA4832" w:rsidRDefault="0017512A" w14:paraId="2784ADF8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2812B7E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21A21E7C" w14:textId="77777777">
        <w:tc>
          <w:tcPr>
            <w:tcW w:w="2694" w:type="dxa"/>
            <w:vAlign w:val="center"/>
          </w:tcPr>
          <w:p w:rsidRPr="009C54AE" w:rsidR="0085747A" w:rsidP="009C54AE" w:rsidRDefault="0085747A" w14:paraId="6F31218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E05DE" w14:paraId="4AE0802D" w14:textId="62B205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00B819C8" w14:paraId="65D78591" w14:textId="77777777">
        <w:tc>
          <w:tcPr>
            <w:tcW w:w="2694" w:type="dxa"/>
            <w:vAlign w:val="center"/>
          </w:tcPr>
          <w:p w:rsidRPr="009C54AE" w:rsidR="0085747A" w:rsidP="009C54AE" w:rsidRDefault="0085747A" w14:paraId="6378303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A3135F" w:rsidRDefault="00DC75B4" w14:paraId="14DFB961" w14:textId="3A3E4D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00B819C8" w14:paraId="5C0D71E8" w14:textId="77777777">
        <w:tc>
          <w:tcPr>
            <w:tcW w:w="2694" w:type="dxa"/>
            <w:vAlign w:val="center"/>
          </w:tcPr>
          <w:p w:rsidRPr="009C54AE" w:rsidR="0085747A" w:rsidP="009C54AE" w:rsidRDefault="00DE4A14" w14:paraId="182C08E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C75B4" w14:paraId="6C5D8D95" w14:textId="7ABDA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E05D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00B819C8" w14:paraId="691625F0" w14:textId="77777777">
        <w:tc>
          <w:tcPr>
            <w:tcW w:w="2694" w:type="dxa"/>
            <w:vAlign w:val="center"/>
          </w:tcPr>
          <w:p w:rsidRPr="009C54AE" w:rsidR="0085747A" w:rsidP="009C54AE" w:rsidRDefault="0085747A" w14:paraId="0AD7B6F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1092C18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00B819C8" w14:paraId="25DF6FEC" w14:textId="77777777">
        <w:tc>
          <w:tcPr>
            <w:tcW w:w="2694" w:type="dxa"/>
            <w:vAlign w:val="center"/>
          </w:tcPr>
          <w:p w:rsidRPr="009C54AE" w:rsidR="0085747A" w:rsidP="009C54AE" w:rsidRDefault="0085747A" w14:paraId="11BA4B3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C75B4" w14:paraId="32E5684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0B819C8" w14:paraId="002C5EFB" w14:textId="77777777">
        <w:tc>
          <w:tcPr>
            <w:tcW w:w="2694" w:type="dxa"/>
            <w:vAlign w:val="center"/>
          </w:tcPr>
          <w:p w:rsidRPr="009C54AE" w:rsidR="0085747A" w:rsidP="009C54AE" w:rsidRDefault="0085747A" w14:paraId="07D586A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A3135F" w:rsidRDefault="00A3135F" w14:paraId="259C81CD" w14:textId="7498D5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1E05DE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Pr="009C54AE" w:rsidR="0085747A" w:rsidTr="00B819C8" w14:paraId="3DF5AA59" w14:textId="77777777">
        <w:tc>
          <w:tcPr>
            <w:tcW w:w="2694" w:type="dxa"/>
            <w:vAlign w:val="center"/>
          </w:tcPr>
          <w:p w:rsidRPr="009C54AE" w:rsidR="0085747A" w:rsidP="009C54AE" w:rsidRDefault="0085747A" w14:paraId="41447D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DC75B4" w:rsidRDefault="00DC75B4" w14:paraId="7B9FD68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923D7D" w:rsidTr="00B819C8" w14:paraId="65484019" w14:textId="77777777">
        <w:tc>
          <w:tcPr>
            <w:tcW w:w="2694" w:type="dxa"/>
            <w:vAlign w:val="center"/>
          </w:tcPr>
          <w:p w:rsidRPr="009C54AE" w:rsidR="00923D7D" w:rsidP="009C54AE" w:rsidRDefault="00923D7D" w14:paraId="1494DFE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17512A" w14:paraId="2E5DF33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0B819C8" w14:paraId="1188B292" w14:textId="77777777">
        <w:tc>
          <w:tcPr>
            <w:tcW w:w="2694" w:type="dxa"/>
            <w:vAlign w:val="center"/>
          </w:tcPr>
          <w:p w:rsidRPr="009C54AE" w:rsidR="0085747A" w:rsidP="009C54AE" w:rsidRDefault="0085747A" w14:paraId="1FCFE4F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02D07" w14:paraId="0590729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DC75B4" w:rsidR="00DC75B4">
              <w:rPr>
                <w:rFonts w:ascii="Corbel" w:hAnsi="Corbel"/>
                <w:b w:val="0"/>
                <w:sz w:val="24"/>
                <w:szCs w:val="24"/>
              </w:rPr>
              <w:t xml:space="preserve">r Renata </w:t>
            </w:r>
            <w:proofErr w:type="spellStart"/>
            <w:r w:rsidRPr="00DC75B4" w:rsidR="00DC75B4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Pr="009C54AE" w:rsidR="0085747A" w:rsidTr="00B819C8" w14:paraId="58CD2B6D" w14:textId="77777777">
        <w:tc>
          <w:tcPr>
            <w:tcW w:w="2694" w:type="dxa"/>
            <w:vAlign w:val="center"/>
          </w:tcPr>
          <w:p w:rsidRPr="009C54AE" w:rsidR="0085747A" w:rsidP="009C54AE" w:rsidRDefault="0085747A" w14:paraId="443748D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02D07" w14:paraId="17F2CDC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DC75B4" w:rsidR="00DC75B4">
              <w:rPr>
                <w:rFonts w:ascii="Corbel" w:hAnsi="Corbel"/>
                <w:b w:val="0"/>
                <w:sz w:val="24"/>
                <w:szCs w:val="24"/>
              </w:rPr>
              <w:t xml:space="preserve">r Renata </w:t>
            </w:r>
            <w:proofErr w:type="spellStart"/>
            <w:r w:rsidRPr="00DC75B4" w:rsidR="00DC75B4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</w:tbl>
    <w:p w:rsidRPr="009C54AE" w:rsidR="0085747A" w:rsidP="009C54AE" w:rsidRDefault="0085747A" w14:paraId="5207D029" w14:textId="582C945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1E05D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1F41D64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3BC6F87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2F3C8CB" w14:paraId="3457A8AE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5B3641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4B80558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55E74B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3B135D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06ABE3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A10004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2E845E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3CF07D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86C70C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330ADE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D8C8F0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2F3C8CB" w14:paraId="7F4A6C49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DC75B4" w14:paraId="21EEEA5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DC75B4" w14:paraId="65A0B7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DC75B4" w14:paraId="61BB66B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D605FD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54A4B8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E40FE6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E6D306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DE7B27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CB67C8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DC75B4" w14:paraId="4FD37C0A" w14:textId="671D9D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2F3C8CB" w:rsidR="00DC75B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652938D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79773200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CC62149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746743" w:rsidR="008370B2" w:rsidP="008370B2" w:rsidRDefault="008370B2" w14:paraId="5EBBA5AD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 w:rsidRPr="00746743">
        <w:rPr>
          <w:rStyle w:val="normaltextrun"/>
          <w:rFonts w:ascii="Wingdings" w:hAnsi="Wingdings" w:eastAsia="Wingdings" w:cs="Wingdings"/>
        </w:rPr>
        <w:t>þ</w:t>
      </w:r>
      <w:r w:rsidRPr="00746743">
        <w:rPr>
          <w:rStyle w:val="normaltextrun"/>
          <w:rFonts w:ascii="Corbel" w:hAnsi="Corbel" w:cs="Segoe UI"/>
        </w:rPr>
        <w:t> </w:t>
      </w:r>
      <w:r w:rsidRPr="00746743">
        <w:rPr>
          <w:rFonts w:ascii="Corbel" w:hAnsi="Corbel"/>
        </w:rPr>
        <w:t>zajęcia w formie tradycyjnej (lub zdalnie z wykorzystaniem platformy Ms </w:t>
      </w:r>
      <w:proofErr w:type="spellStart"/>
      <w:r w:rsidRPr="00746743">
        <w:rPr>
          <w:rStyle w:val="spellingerror"/>
          <w:rFonts w:ascii="Corbel" w:hAnsi="Corbel"/>
        </w:rPr>
        <w:t>Teams</w:t>
      </w:r>
      <w:proofErr w:type="spellEnd"/>
      <w:r w:rsidRPr="00746743">
        <w:rPr>
          <w:rStyle w:val="spellingerror"/>
          <w:rFonts w:ascii="Corbel" w:hAnsi="Corbel"/>
        </w:rPr>
        <w:t>)</w:t>
      </w:r>
      <w:r w:rsidRPr="00746743"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="008370B2" w:rsidP="008370B2" w:rsidRDefault="008370B2" w14:paraId="5FCFD1D6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:rsidRPr="009C54AE" w:rsidR="0085747A" w:rsidP="009C54AE" w:rsidRDefault="0085747A" w14:paraId="776A465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4319FC22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DC75B4" w:rsidP="00DC75B4" w:rsidRDefault="00DC75B4" w14:paraId="56EA6D8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824DC1" w:rsidR="00DC75B4" w:rsidP="00DC75B4" w:rsidRDefault="00DC75B4" w14:paraId="7A79CC2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24DC1">
        <w:rPr>
          <w:rFonts w:ascii="Corbel" w:hAnsi="Corbel"/>
          <w:b w:val="0"/>
          <w:smallCaps w:val="0"/>
          <w:szCs w:val="24"/>
        </w:rPr>
        <w:t>Wykład – egzamin</w:t>
      </w:r>
    </w:p>
    <w:p w:rsidRPr="00824DC1" w:rsidR="00E960BB" w:rsidP="009C54AE" w:rsidRDefault="00DC75B4" w14:paraId="2D8D6D9F" w14:textId="2BF3B8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24DC1">
        <w:rPr>
          <w:rFonts w:ascii="Corbel" w:hAnsi="Corbel"/>
          <w:b w:val="0"/>
          <w:smallCaps w:val="0"/>
          <w:szCs w:val="24"/>
        </w:rPr>
        <w:t xml:space="preserve">Ćwiczenia </w:t>
      </w:r>
      <w:r w:rsidRPr="00824DC1" w:rsidR="00A3135F">
        <w:rPr>
          <w:rFonts w:ascii="Corbel" w:hAnsi="Corbel"/>
          <w:b w:val="0"/>
          <w:smallCaps w:val="0"/>
          <w:szCs w:val="24"/>
        </w:rPr>
        <w:t>–</w:t>
      </w:r>
      <w:r w:rsidRPr="00824DC1">
        <w:rPr>
          <w:rFonts w:ascii="Corbel" w:hAnsi="Corbel"/>
          <w:b w:val="0"/>
          <w:smallCaps w:val="0"/>
          <w:szCs w:val="24"/>
        </w:rPr>
        <w:t xml:space="preserve"> zaliczenie</w:t>
      </w:r>
      <w:r w:rsidRPr="00824DC1" w:rsidR="00A3135F">
        <w:rPr>
          <w:rFonts w:ascii="Corbel" w:hAnsi="Corbel"/>
          <w:b w:val="0"/>
          <w:smallCaps w:val="0"/>
          <w:szCs w:val="24"/>
        </w:rPr>
        <w:t xml:space="preserve"> z</w:t>
      </w:r>
      <w:r w:rsidRPr="00824DC1">
        <w:rPr>
          <w:rFonts w:ascii="Corbel" w:hAnsi="Corbel"/>
          <w:b w:val="0"/>
          <w:smallCaps w:val="0"/>
          <w:szCs w:val="24"/>
        </w:rPr>
        <w:t xml:space="preserve"> ocen</w:t>
      </w:r>
      <w:r w:rsidRPr="00824DC1" w:rsidR="00A3135F">
        <w:rPr>
          <w:rFonts w:ascii="Corbel" w:hAnsi="Corbel"/>
          <w:b w:val="0"/>
          <w:smallCaps w:val="0"/>
          <w:szCs w:val="24"/>
        </w:rPr>
        <w:t>ą</w:t>
      </w:r>
    </w:p>
    <w:p w:rsidR="00A3135F" w:rsidP="009C54AE" w:rsidRDefault="00A3135F" w14:paraId="3FF685F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25B327A8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1203D8F2" w14:textId="77777777">
        <w:tc>
          <w:tcPr>
            <w:tcW w:w="9670" w:type="dxa"/>
          </w:tcPr>
          <w:p w:rsidRPr="009C54AE" w:rsidR="0085747A" w:rsidP="00DC75B4" w:rsidRDefault="00DC75B4" w14:paraId="65052907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75B4">
              <w:rPr>
                <w:rFonts w:ascii="Corbel" w:hAnsi="Corbel"/>
                <w:b w:val="0"/>
                <w:smallCaps w:val="0"/>
                <w:szCs w:val="24"/>
              </w:rPr>
              <w:t>Znajomość podstaw ekonomii oraz zasad rachunkowości przedsiębiorstw.</w:t>
            </w:r>
          </w:p>
        </w:tc>
      </w:tr>
    </w:tbl>
    <w:p w:rsidR="00521154" w:rsidP="009C54AE" w:rsidRDefault="00521154" w14:paraId="38A688D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67DD7507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35DF793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593A0D7E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232484CD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42C8D677" w14:textId="77777777">
        <w:tc>
          <w:tcPr>
            <w:tcW w:w="851" w:type="dxa"/>
            <w:vAlign w:val="center"/>
          </w:tcPr>
          <w:p w:rsidRPr="009C54AE" w:rsidR="0085747A" w:rsidP="009C54AE" w:rsidRDefault="0085747A" w14:paraId="4B0760C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DC75B4" w14:paraId="75185D8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Wyposażenie studentów w wiedzę w zakresie  ist</w:t>
            </w:r>
            <w:r>
              <w:rPr>
                <w:rFonts w:ascii="Corbel" w:hAnsi="Corbel"/>
                <w:b w:val="0"/>
                <w:sz w:val="24"/>
                <w:szCs w:val="24"/>
              </w:rPr>
              <w:t>oty finansów przedsiębiorstwa i 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>instytucji finansowych, za</w:t>
            </w:r>
            <w:r>
              <w:rPr>
                <w:rFonts w:ascii="Corbel" w:hAnsi="Corbel"/>
                <w:b w:val="0"/>
                <w:sz w:val="24"/>
                <w:szCs w:val="24"/>
              </w:rPr>
              <w:t>sad finansowania i inwestowania, pozyskiwania kapitału, kosztów kapitału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>, inwestowania kapitału w inwestycje rzeczowe i pieniężne, metod oceny projektów inwestycyjnych, zarządzania krótkoterminowymi finansami firmy, zarządzania majątkiem obrotowym i zobowiązaniami bieżącymi, analizy fundamentalnej działalności firmy oraz strategii podatkowych przedsiębiorstw.</w:t>
            </w:r>
          </w:p>
        </w:tc>
      </w:tr>
      <w:tr w:rsidRPr="009C54AE" w:rsidR="0085747A" w:rsidTr="00923D7D" w14:paraId="44351CF1" w14:textId="77777777">
        <w:tc>
          <w:tcPr>
            <w:tcW w:w="851" w:type="dxa"/>
            <w:vAlign w:val="center"/>
          </w:tcPr>
          <w:p w:rsidRPr="009C54AE" w:rsidR="0085747A" w:rsidP="009C54AE" w:rsidRDefault="00DC75B4" w14:paraId="2DD86594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85747A" w:rsidP="00364B41" w:rsidRDefault="00DC75B4" w14:paraId="61BDAA2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 i kalkulacji na podstawie danych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finansowych </w:t>
            </w:r>
            <w:r w:rsidR="00364B41">
              <w:rPr>
                <w:rFonts w:ascii="Corbel" w:hAnsi="Corbel"/>
                <w:b w:val="0"/>
                <w:sz w:val="24"/>
                <w:szCs w:val="24"/>
              </w:rPr>
              <w:t>jednostek gospodarczych. Ocena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 rozwiązań mają</w:t>
            </w:r>
            <w:r>
              <w:rPr>
                <w:rFonts w:ascii="Corbel" w:hAnsi="Corbel"/>
                <w:b w:val="0"/>
                <w:sz w:val="24"/>
                <w:szCs w:val="24"/>
              </w:rPr>
              <w:t>cych wpływ na sytuację finansową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C54AE" w:rsidR="0085747A" w:rsidTr="00923D7D" w14:paraId="2B1C0407" w14:textId="77777777">
        <w:tc>
          <w:tcPr>
            <w:tcW w:w="851" w:type="dxa"/>
            <w:vAlign w:val="center"/>
          </w:tcPr>
          <w:p w:rsidRPr="009C54AE" w:rsidR="0085747A" w:rsidP="009C54AE" w:rsidRDefault="00DC75B4" w14:paraId="44A418A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DC75B4" w14:paraId="6653777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Wypracowanie  umiejętności oceny </w:t>
            </w:r>
            <w:r w:rsidR="00364B41">
              <w:rPr>
                <w:rFonts w:ascii="Corbel" w:hAnsi="Corbel"/>
                <w:b w:val="0"/>
                <w:sz w:val="24"/>
                <w:szCs w:val="24"/>
              </w:rPr>
              <w:t>i  interpretacji danych mikro i 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>makroekonomicznych</w:t>
            </w:r>
            <w:r w:rsidR="00364B4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6CD33F8E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F3A2192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7426C8F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Pr="009C54AE" w:rsidR="0085747A" w:rsidTr="0071620A" w14:paraId="655E7E9D" w14:textId="77777777">
        <w:tc>
          <w:tcPr>
            <w:tcW w:w="1701" w:type="dxa"/>
            <w:vAlign w:val="center"/>
          </w:tcPr>
          <w:p w:rsidRPr="009C54AE" w:rsidR="0085747A" w:rsidP="009C54AE" w:rsidRDefault="0085747A" w14:paraId="0EF8670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6A94388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534A52FC" w14:textId="510E5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Pr="009C54AE" w:rsidR="0085747A" w:rsidTr="005E6E85" w14:paraId="0C13CEB3" w14:textId="77777777">
        <w:tc>
          <w:tcPr>
            <w:tcW w:w="1701" w:type="dxa"/>
          </w:tcPr>
          <w:p w:rsidRPr="009C54AE" w:rsidR="0085747A" w:rsidP="009C54AE" w:rsidRDefault="0085747A" w14:paraId="752C2A8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85747A" w:rsidP="009C54AE" w:rsidRDefault="00364B41" w14:paraId="3A690A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Wymienia i definiuje podstawowe kategorie finansów  (finansowanie zewnętrzne, wewnętrzne, kapitały własne, obce, przychody, koszty, wynik finansowy itp.)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364B41" w:rsidR="00364B41" w:rsidP="00824DC1" w:rsidRDefault="00364B41" w14:paraId="6ACCB77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W01</w:t>
            </w:r>
          </w:p>
          <w:p w:rsidRPr="009C54AE" w:rsidR="0085747A" w:rsidP="00824DC1" w:rsidRDefault="0085747A" w14:paraId="4AA737C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85747A" w:rsidTr="005E6E85" w14:paraId="76970FF8" w14:textId="77777777">
        <w:tc>
          <w:tcPr>
            <w:tcW w:w="1701" w:type="dxa"/>
          </w:tcPr>
          <w:p w:rsidRPr="009C54AE" w:rsidR="0085747A" w:rsidP="009C54AE" w:rsidRDefault="0085747A" w14:paraId="6EED50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9C54AE" w:rsidRDefault="00364B41" w14:paraId="213F46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Wyjaśnia i charakteryzuje wzajemne powiązania pomiędzy poszczególnymi ogniwami systemu finansowego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364B41" w:rsidR="00364B41" w:rsidP="00824DC1" w:rsidRDefault="00364B41" w14:paraId="138D7A6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W02</w:t>
            </w:r>
          </w:p>
          <w:p w:rsidRPr="009C54AE" w:rsidR="0085747A" w:rsidP="00824DC1" w:rsidRDefault="0085747A" w14:paraId="359D822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85747A" w:rsidTr="005E6E85" w14:paraId="6985AD51" w14:textId="77777777">
        <w:tc>
          <w:tcPr>
            <w:tcW w:w="1701" w:type="dxa"/>
          </w:tcPr>
          <w:p w:rsidRPr="009C54AE" w:rsidR="0085747A" w:rsidP="009C54AE" w:rsidRDefault="00364B41" w14:paraId="1C4C9C5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9C54AE" w:rsidR="0085747A" w:rsidP="009C54AE" w:rsidRDefault="00364B41" w14:paraId="4215E01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Rozróżnia zjawiska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procesy finansowe zachodzące w 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przedsiębiorstwie i inwestycji finansowej wpływające na efektywność gospodarczą i finansową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364B41" w:rsidR="00364B41" w:rsidP="00824DC1" w:rsidRDefault="00364B41" w14:paraId="5C4388B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:rsidRPr="00364B41" w:rsidR="00364B41" w:rsidP="00824DC1" w:rsidRDefault="00403821" w14:paraId="25E06F3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W05</w:t>
            </w:r>
          </w:p>
          <w:p w:rsidRPr="009C54AE" w:rsidR="0085747A" w:rsidP="00824DC1" w:rsidRDefault="00403821" w14:paraId="2E17FE5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W06</w:t>
            </w:r>
          </w:p>
        </w:tc>
      </w:tr>
      <w:tr w:rsidRPr="009C54AE" w:rsidR="00364B41" w:rsidTr="005E6E85" w14:paraId="3A63C43A" w14:textId="77777777">
        <w:tc>
          <w:tcPr>
            <w:tcW w:w="1701" w:type="dxa"/>
          </w:tcPr>
          <w:p w:rsidR="00364B41" w:rsidP="009C54AE" w:rsidRDefault="00364B41" w14:paraId="4856E87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364B41" w:rsidR="00364B41" w:rsidP="00FE2204" w:rsidRDefault="00364B41" w14:paraId="492140F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Klasyfikuje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analizuje przepływy pieniężne w 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poszczególnych ogniwach systemu finansowego. Ocenia źródła finansowania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działalności przedsiębiorstwa i 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inwestycji finansowej</w:t>
            </w:r>
            <w:r w:rsidR="00FE2204">
              <w:rPr>
                <w:rFonts w:ascii="Corbel" w:hAnsi="Corbel"/>
                <w:b w:val="0"/>
                <w:smallCaps w:val="0"/>
                <w:szCs w:val="24"/>
              </w:rPr>
              <w:t>, wykorzystując wiedzę ekonomiczną  w poszukiwaniu optymalnych rozwiązań.</w:t>
            </w:r>
          </w:p>
        </w:tc>
        <w:tc>
          <w:tcPr>
            <w:tcW w:w="1873" w:type="dxa"/>
          </w:tcPr>
          <w:p w:rsidRPr="00364B41" w:rsidR="00364B41" w:rsidP="00824DC1" w:rsidRDefault="00364B41" w14:paraId="1BC57FB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:rsidRPr="00364B41" w:rsidR="00364B41" w:rsidP="00824DC1" w:rsidRDefault="00364B41" w14:paraId="02C0AC3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:rsidRPr="00364B41" w:rsidR="00364B41" w:rsidP="00824DC1" w:rsidRDefault="00364B41" w14:paraId="349B06E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</w:tc>
      </w:tr>
      <w:tr w:rsidRPr="009C54AE" w:rsidR="00364B41" w:rsidTr="005E6E85" w14:paraId="04C5C38E" w14:textId="77777777">
        <w:tc>
          <w:tcPr>
            <w:tcW w:w="1701" w:type="dxa"/>
          </w:tcPr>
          <w:p w:rsidR="00364B41" w:rsidP="009C54AE" w:rsidRDefault="00364B41" w14:paraId="206BB16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364B41" w:rsidR="00364B41" w:rsidP="00257280" w:rsidRDefault="00364B41" w14:paraId="5E8259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Opracowuje i kalkuluje na podstawie danych przedsiębiorstw różne warianty rozwiązań mających wpływ na sytuację </w:t>
            </w:r>
            <w:proofErr w:type="spellStart"/>
            <w:r w:rsidR="00257280">
              <w:rPr>
                <w:rFonts w:ascii="Corbel" w:hAnsi="Corbel"/>
                <w:b w:val="0"/>
                <w:smallCaps w:val="0"/>
                <w:szCs w:val="24"/>
              </w:rPr>
              <w:t>ekonomiczno</w:t>
            </w:r>
            <w:proofErr w:type="spellEnd"/>
            <w:r w:rsidR="00257280">
              <w:rPr>
                <w:rFonts w:ascii="Corbel" w:hAnsi="Corbel"/>
                <w:b w:val="0"/>
                <w:smallCaps w:val="0"/>
                <w:szCs w:val="24"/>
              </w:rPr>
              <w:t xml:space="preserve"> -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finansow</w:t>
            </w:r>
            <w:r w:rsidR="00FE2204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 przedsiębiorstw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364B41" w:rsidR="00364B41" w:rsidP="00824DC1" w:rsidRDefault="00364B41" w14:paraId="49B4027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U03</w:t>
            </w:r>
          </w:p>
          <w:p w:rsidRPr="00364B41" w:rsidR="00364B41" w:rsidP="00824DC1" w:rsidRDefault="00364B41" w14:paraId="19D099A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  <w:p w:rsidRPr="00364B41" w:rsidR="00364B41" w:rsidP="00824DC1" w:rsidRDefault="00364B41" w14:paraId="72A37B8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364B41" w:rsidTr="005E6E85" w14:paraId="20992509" w14:textId="77777777">
        <w:tc>
          <w:tcPr>
            <w:tcW w:w="1701" w:type="dxa"/>
          </w:tcPr>
          <w:p w:rsidR="00364B41" w:rsidP="009C54AE" w:rsidRDefault="00364B41" w14:paraId="31EBE15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364B41" w:rsidR="00364B41" w:rsidP="00257280" w:rsidRDefault="00257280" w14:paraId="4130E71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zjawiska, p</w:t>
            </w:r>
            <w:r w:rsidRPr="00364B41" w:rsidR="00364B41">
              <w:rPr>
                <w:rFonts w:ascii="Corbel" w:hAnsi="Corbel"/>
                <w:b w:val="0"/>
                <w:smallCaps w:val="0"/>
                <w:szCs w:val="24"/>
              </w:rPr>
              <w:t>rzewiduje konsekwencje zmian w otoczeniu makroekonomicznym i społecznym</w:t>
            </w:r>
            <w:r w:rsidR="00403821">
              <w:rPr>
                <w:rFonts w:ascii="Corbel" w:hAnsi="Corbel"/>
                <w:b w:val="0"/>
                <w:smallCaps w:val="0"/>
                <w:szCs w:val="24"/>
              </w:rPr>
              <w:t xml:space="preserve"> (np. </w:t>
            </w:r>
            <w:r w:rsidRPr="00364B41" w:rsidR="00364B41">
              <w:rPr>
                <w:rFonts w:ascii="Corbel" w:hAnsi="Corbel"/>
                <w:b w:val="0"/>
                <w:smallCaps w:val="0"/>
                <w:szCs w:val="24"/>
              </w:rPr>
              <w:t>stopy procentowe) dla finansów przedsiębiorstw i instytucji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wykorzystując metody i narzędzia oraz techniki informacyjno- komunikacyjne</w:t>
            </w:r>
            <w:r w:rsidR="00364B4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364B41" w:rsidR="00364B41" w:rsidP="00824DC1" w:rsidRDefault="00364B41" w14:paraId="0C1EAD2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:rsidR="00364B41" w:rsidP="00824DC1" w:rsidRDefault="00364B41" w14:paraId="0FE4BF4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:rsidRPr="00364B41" w:rsidR="00403821" w:rsidP="00824DC1" w:rsidRDefault="00403821" w14:paraId="558ADD0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:rsidRPr="00364B41" w:rsidR="00364B41" w:rsidP="00824DC1" w:rsidRDefault="00364B41" w14:paraId="4B4E7EB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U05</w:t>
            </w:r>
          </w:p>
          <w:p w:rsidRPr="00364B41" w:rsidR="00364B41" w:rsidP="00824DC1" w:rsidRDefault="00364B41" w14:paraId="1D60AB5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364B41" w:rsidTr="005E6E85" w14:paraId="5047F189" w14:textId="77777777">
        <w:tc>
          <w:tcPr>
            <w:tcW w:w="1701" w:type="dxa"/>
          </w:tcPr>
          <w:p w:rsidR="00364B41" w:rsidP="009C54AE" w:rsidRDefault="00364B41" w14:paraId="2E2E7F3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Pr="00364B41" w:rsidR="00364B41" w:rsidP="00364B41" w:rsidRDefault="00364B41" w14:paraId="48D4577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Zachowuje krytycyzm i niezależność myślenia w ocenie analizowanych problemów. </w:t>
            </w:r>
          </w:p>
          <w:p w:rsidRPr="00364B41" w:rsidR="00364B41" w:rsidP="00364B41" w:rsidRDefault="00364B41" w14:paraId="152C90A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Chętnie podejmuje się wykonywania postawionego zadania.</w:t>
            </w:r>
          </w:p>
        </w:tc>
        <w:tc>
          <w:tcPr>
            <w:tcW w:w="1873" w:type="dxa"/>
          </w:tcPr>
          <w:p w:rsidR="00403821" w:rsidP="00824DC1" w:rsidRDefault="00403821" w14:paraId="69B62C6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U11</w:t>
            </w:r>
          </w:p>
          <w:p w:rsidRPr="00364B41" w:rsidR="00403821" w:rsidP="00824DC1" w:rsidRDefault="00403821" w14:paraId="0CD1A40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:rsidRPr="00364B41" w:rsidR="00364B41" w:rsidP="00824DC1" w:rsidRDefault="00364B41" w14:paraId="618DDCF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K02</w:t>
            </w:r>
          </w:p>
          <w:p w:rsidRPr="00364B41" w:rsidR="00364B41" w:rsidP="00824DC1" w:rsidRDefault="00364B41" w14:paraId="1A6282F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K05</w:t>
            </w:r>
          </w:p>
        </w:tc>
      </w:tr>
      <w:tr w:rsidRPr="009C54AE" w:rsidR="00364B41" w:rsidTr="005E6E85" w14:paraId="7E291739" w14:textId="77777777">
        <w:tc>
          <w:tcPr>
            <w:tcW w:w="1701" w:type="dxa"/>
          </w:tcPr>
          <w:p w:rsidR="00364B41" w:rsidP="009C54AE" w:rsidRDefault="00364B41" w14:paraId="7309F58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:rsidRPr="00364B41" w:rsidR="00364B41" w:rsidP="00364B41" w:rsidRDefault="00364B41" w14:paraId="601C1C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Akceptuje różne perspektywy poznawcze zjawisk finansowych i gospodarczych oraz formułuje własne sądy</w:t>
            </w:r>
            <w:r w:rsidR="00257280">
              <w:rPr>
                <w:rFonts w:ascii="Corbel" w:hAnsi="Corbel"/>
                <w:b w:val="0"/>
                <w:smallCaps w:val="0"/>
                <w:szCs w:val="24"/>
              </w:rPr>
              <w:t>, dbając o dorobek i tradycje zawodu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364B41" w:rsidR="00364B41" w:rsidP="00824DC1" w:rsidRDefault="00364B41" w14:paraId="317C1F7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K03</w:t>
            </w:r>
          </w:p>
          <w:p w:rsidRPr="00364B41" w:rsidR="00364B41" w:rsidP="00824DC1" w:rsidRDefault="00403821" w14:paraId="01CF570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K05</w:t>
            </w:r>
          </w:p>
          <w:p w:rsidRPr="00364B41" w:rsidR="00364B41" w:rsidP="00824DC1" w:rsidRDefault="00364B41" w14:paraId="0A4B19C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096CE96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3243AB61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6912653A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01C25CBB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364B41" w14:paraId="09E0C7EF" w14:textId="77777777">
        <w:tc>
          <w:tcPr>
            <w:tcW w:w="9520" w:type="dxa"/>
          </w:tcPr>
          <w:p w:rsidRPr="009C54AE" w:rsidR="0085747A" w:rsidP="009C54AE" w:rsidRDefault="0085747A" w14:paraId="186C32A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EE4C3F" w:rsidR="00364B41" w:rsidTr="00364B41" w14:paraId="5A44EAD6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64B41" w:rsidR="00364B41" w:rsidP="00364B41" w:rsidRDefault="00364B41" w14:paraId="0F62BEF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Przedmiot i zadania finansów przedsiębiorstwa i 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EE4C3F" w:rsidR="00364B41" w:rsidTr="00364B41" w14:paraId="7E8A23E6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64B41" w:rsidR="00364B41" w:rsidP="00364B41" w:rsidRDefault="00364B41" w14:paraId="20F1FD2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Zasady finansowania i inwestowania; kształtowanie strukt</w:t>
            </w:r>
            <w:r>
              <w:rPr>
                <w:rFonts w:ascii="Corbel" w:hAnsi="Corbel"/>
                <w:sz w:val="24"/>
                <w:szCs w:val="24"/>
              </w:rPr>
              <w:t>ury kapitałów przedsiębiorstw i </w:t>
            </w:r>
            <w:r w:rsidRPr="00364B41">
              <w:rPr>
                <w:rFonts w:ascii="Corbel" w:hAnsi="Corbel"/>
                <w:sz w:val="24"/>
                <w:szCs w:val="24"/>
              </w:rPr>
              <w:t>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EE4C3F" w:rsidR="00364B41" w:rsidTr="00364B41" w14:paraId="785371C2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64B41" w:rsidR="00364B41" w:rsidP="00364B41" w:rsidRDefault="00364B41" w14:paraId="1490211F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Inwestycje pieniężne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EE4C3F" w:rsidR="00364B41" w:rsidTr="00364B41" w14:paraId="19711A61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64B41" w:rsidR="00364B41" w:rsidP="00364B41" w:rsidRDefault="00364B41" w14:paraId="344014F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Inwestycje rzeczowe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EE4C3F" w:rsidR="00364B41" w:rsidTr="00364B41" w14:paraId="60F6FD00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64B41" w:rsidR="00364B41" w:rsidP="00364B41" w:rsidRDefault="00364B41" w14:paraId="230DBC21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Zarządzanie aktywami obrotowymi i krótkoterminowymi zob</w:t>
            </w:r>
            <w:r w:rsidR="006F690C">
              <w:rPr>
                <w:rFonts w:ascii="Corbel" w:hAnsi="Corbel"/>
                <w:sz w:val="24"/>
                <w:szCs w:val="24"/>
              </w:rPr>
              <w:t>owiązaniami przedsiębiorstwa  i </w:t>
            </w:r>
            <w:r w:rsidRPr="00364B41">
              <w:rPr>
                <w:rFonts w:ascii="Corbel" w:hAnsi="Corbel"/>
                <w:sz w:val="24"/>
                <w:szCs w:val="24"/>
              </w:rPr>
              <w:t>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EE4C3F" w:rsidR="00364B41" w:rsidTr="00364B41" w14:paraId="1921B179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64B41" w:rsidR="00364B41" w:rsidP="00364B41" w:rsidRDefault="00364B41" w14:paraId="7E54DFF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Wpływ polityki fiskalnej i monetarnej na sytuację finansową przedsiębiorstwa i instytucji finansowych</w:t>
            </w:r>
            <w:r w:rsidR="006F69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EE4C3F" w:rsidR="00364B41" w:rsidTr="00364B41" w14:paraId="343AC08C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64B41" w:rsidR="00364B41" w:rsidP="00364B41" w:rsidRDefault="00364B41" w14:paraId="3CA22A3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Zarząd</w:t>
            </w:r>
            <w:r w:rsidR="006F690C">
              <w:rPr>
                <w:rFonts w:ascii="Corbel" w:hAnsi="Corbel"/>
                <w:sz w:val="24"/>
                <w:szCs w:val="24"/>
              </w:rPr>
              <w:t>zanie instrumentami pochodnymi,</w:t>
            </w:r>
            <w:r w:rsidRPr="00364B41">
              <w:rPr>
                <w:rFonts w:ascii="Corbel" w:hAnsi="Corbel"/>
                <w:sz w:val="24"/>
                <w:szCs w:val="24"/>
              </w:rPr>
              <w:t xml:space="preserve"> rodzaje i miejsce instrumentów pochodnych, zasady konstrukcji strategii zabezpieczających oraz inwest</w:t>
            </w:r>
            <w:r w:rsidR="006F690C">
              <w:rPr>
                <w:rFonts w:ascii="Corbel" w:hAnsi="Corbel"/>
                <w:sz w:val="24"/>
                <w:szCs w:val="24"/>
              </w:rPr>
              <w:t>ycyjnych.</w:t>
            </w:r>
          </w:p>
        </w:tc>
      </w:tr>
      <w:tr w:rsidRPr="00EE4C3F" w:rsidR="00364B41" w:rsidTr="00364B41" w14:paraId="1CBC34DC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64B41" w:rsidR="00364B41" w:rsidP="00364B41" w:rsidRDefault="00364B41" w14:paraId="4CF98DA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Planowanie finansowe w przedsiębiors</w:t>
            </w:r>
            <w:r w:rsidR="006F690C">
              <w:rPr>
                <w:rFonts w:ascii="Corbel" w:hAnsi="Corbel"/>
                <w:sz w:val="24"/>
                <w:szCs w:val="24"/>
              </w:rPr>
              <w:t>twie i instytucjach finansowych.</w:t>
            </w:r>
          </w:p>
        </w:tc>
      </w:tr>
      <w:tr w:rsidRPr="00EE4C3F" w:rsidR="00364B41" w:rsidTr="00364B41" w14:paraId="10BC880A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64B41" w:rsidR="00364B41" w:rsidP="00364B41" w:rsidRDefault="00364B41" w14:paraId="7B4492B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Wybrane metody projektów inwestycyjnych przedsiębiorstw</w:t>
            </w:r>
            <w:r w:rsidR="006F69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EE4C3F" w:rsidR="00364B41" w:rsidTr="00364B41" w14:paraId="58C14141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64B41" w:rsidR="00364B41" w:rsidP="00364B41" w:rsidRDefault="00364B41" w14:paraId="2BBBA54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Analiza  fundamentalna działalności przedsiębiorstwa (sektorowa i wskaźnikowa)</w:t>
            </w:r>
            <w:r w:rsidR="006F69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08F142F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AA3BEB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66D89EBD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D77A87" w14:paraId="27BE02FD" w14:textId="77777777">
        <w:tc>
          <w:tcPr>
            <w:tcW w:w="9520" w:type="dxa"/>
          </w:tcPr>
          <w:p w:rsidRPr="009C54AE" w:rsidR="0085747A" w:rsidP="009C54AE" w:rsidRDefault="0085747A" w14:paraId="1F4EA934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D77A87" w:rsidR="00D77A87" w:rsidTr="00D77A87" w14:paraId="7BFD0589" w14:textId="77777777">
        <w:tc>
          <w:tcPr>
            <w:tcW w:w="9520" w:type="dxa"/>
          </w:tcPr>
          <w:p w:rsidRPr="00D77A87" w:rsidR="00D77A87" w:rsidP="00D77A87" w:rsidRDefault="00D77A87" w14:paraId="3F85683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Otoczenie i obszary zarządzania  przedsiębiorstw i 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77A87" w:rsidR="00D77A87" w:rsidTr="00D77A87" w14:paraId="50B8C64E" w14:textId="77777777">
        <w:tc>
          <w:tcPr>
            <w:tcW w:w="9520" w:type="dxa"/>
          </w:tcPr>
          <w:p w:rsidRPr="00D77A87" w:rsidR="00D77A87" w:rsidP="00D77A87" w:rsidRDefault="00D77A87" w14:paraId="34CA520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stóp procentowych i odsetek prostych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77A87" w:rsidR="00D77A87" w:rsidTr="00D77A87" w14:paraId="1EB23164" w14:textId="77777777">
        <w:tc>
          <w:tcPr>
            <w:tcW w:w="9520" w:type="dxa"/>
          </w:tcPr>
          <w:p w:rsidRPr="00D77A87" w:rsidR="00D77A87" w:rsidP="00D77A87" w:rsidRDefault="00D77A87" w14:paraId="5B9C854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Kalkulacja i przeliczanie stóp procentowych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77A87" w:rsidR="00D77A87" w:rsidTr="00D77A87" w14:paraId="48608FF7" w14:textId="77777777">
        <w:tc>
          <w:tcPr>
            <w:tcW w:w="9520" w:type="dxa"/>
          </w:tcPr>
          <w:p w:rsidRPr="00D77A87" w:rsidR="00D77A87" w:rsidP="00D77A87" w:rsidRDefault="00D77A87" w14:paraId="351D841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sum skapitalizowanych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77A87" w:rsidR="00D77A87" w:rsidTr="00D77A87" w14:paraId="2EF5FF4B" w14:textId="77777777">
        <w:tc>
          <w:tcPr>
            <w:tcW w:w="9520" w:type="dxa"/>
          </w:tcPr>
          <w:p w:rsidRPr="00D77A87" w:rsidR="00D77A87" w:rsidP="00D77A87" w:rsidRDefault="00D77A87" w14:paraId="3B7FC003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przyszłej wartości pieniądza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77A87" w:rsidR="00D77A87" w:rsidTr="00D77A87" w14:paraId="421321A4" w14:textId="77777777">
        <w:tc>
          <w:tcPr>
            <w:tcW w:w="9520" w:type="dxa"/>
          </w:tcPr>
          <w:p w:rsidRPr="00D77A87" w:rsidR="00D77A87" w:rsidP="00D77A87" w:rsidRDefault="00D77A87" w14:paraId="2E4FAFAC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Wykorzystanie współczynników dyskonta do kalkulacji i przeliczania środków pieniężnych</w:t>
            </w:r>
            <w:r>
              <w:rPr>
                <w:rFonts w:ascii="Corbel" w:hAnsi="Corbel"/>
                <w:sz w:val="24"/>
                <w:szCs w:val="24"/>
              </w:rPr>
              <w:t xml:space="preserve"> dla lokat, kredytów i pożyczek.</w:t>
            </w:r>
          </w:p>
        </w:tc>
      </w:tr>
      <w:tr w:rsidRPr="00D77A87" w:rsidR="00D77A87" w:rsidTr="00D77A87" w14:paraId="24CF81D9" w14:textId="77777777">
        <w:tc>
          <w:tcPr>
            <w:tcW w:w="9520" w:type="dxa"/>
          </w:tcPr>
          <w:p w:rsidRPr="00D77A87" w:rsidR="00D77A87" w:rsidP="00D77A87" w:rsidRDefault="00D77A87" w14:paraId="72FE6758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Analiza progu zysku, wykorzystanie dźwigni przy planowani</w:t>
            </w:r>
            <w:r>
              <w:rPr>
                <w:rFonts w:ascii="Corbel" w:hAnsi="Corbel"/>
                <w:sz w:val="24"/>
                <w:szCs w:val="24"/>
              </w:rPr>
              <w:t>u zysku  w przedsiębiorstwach i </w:t>
            </w:r>
            <w:r w:rsidRPr="00D77A87">
              <w:rPr>
                <w:rFonts w:ascii="Corbel" w:hAnsi="Corbel"/>
                <w:sz w:val="24"/>
                <w:szCs w:val="24"/>
              </w:rPr>
              <w:t>instytucjach finansowych.</w:t>
            </w:r>
          </w:p>
        </w:tc>
      </w:tr>
      <w:tr w:rsidRPr="00D77A87" w:rsidR="00D77A87" w:rsidTr="00D77A87" w14:paraId="0B43EF40" w14:textId="77777777">
        <w:tc>
          <w:tcPr>
            <w:tcW w:w="9520" w:type="dxa"/>
          </w:tcPr>
          <w:p w:rsidRPr="00D77A87" w:rsidR="00D77A87" w:rsidP="00D77A87" w:rsidRDefault="00D77A87" w14:paraId="47B52471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Wykorzystanie ekonomicznych modeli w zarządzaniu zapasami i środkami pieniężnymi.</w:t>
            </w:r>
          </w:p>
        </w:tc>
      </w:tr>
      <w:tr w:rsidRPr="00D77A87" w:rsidR="00D77A87" w:rsidTr="00D77A87" w14:paraId="13B0A71B" w14:textId="77777777">
        <w:tc>
          <w:tcPr>
            <w:tcW w:w="9520" w:type="dxa"/>
          </w:tcPr>
          <w:p w:rsidRPr="00D77A87" w:rsidR="00D77A87" w:rsidP="00D77A87" w:rsidRDefault="00D77A87" w14:paraId="483E28D1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Związek między impulsami polityki fiskalnej państwa (podatki)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D77A87">
              <w:rPr>
                <w:rFonts w:ascii="Corbel" w:hAnsi="Corbel"/>
                <w:sz w:val="24"/>
                <w:szCs w:val="24"/>
              </w:rPr>
              <w:t xml:space="preserve"> a wartością przepływów środków pieniężnych w przedsiębiorstwie i instytucjach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77A87" w:rsidR="00D77A87" w:rsidTr="00D77A87" w14:paraId="67097E3E" w14:textId="77777777">
        <w:tc>
          <w:tcPr>
            <w:tcW w:w="9520" w:type="dxa"/>
          </w:tcPr>
          <w:p w:rsidRPr="00D77A87" w:rsidR="00D77A87" w:rsidP="00D77A87" w:rsidRDefault="00D77A87" w14:paraId="7B076DBA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Instrumenty transferu ryzyka -  instrumenty pochodne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77A87" w:rsidR="00D77A87" w:rsidTr="00D77A87" w14:paraId="263CC05B" w14:textId="77777777">
        <w:tc>
          <w:tcPr>
            <w:tcW w:w="9520" w:type="dxa"/>
          </w:tcPr>
          <w:p w:rsidRPr="00D77A87" w:rsidR="00D77A87" w:rsidP="00D77A87" w:rsidRDefault="00D77A87" w14:paraId="723CEC28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Ocena kondycji ekonomicznej przedsiębiorstwa i instytucji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03AC266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7E4ABC05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D77A87" w:rsidR="00D77A87" w:rsidP="00D77A87" w:rsidRDefault="00D77A87" w14:paraId="141C1444" w14:textId="77777777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D77A87">
        <w:rPr>
          <w:rFonts w:ascii="Corbel" w:hAnsi="Corbel"/>
          <w:b w:val="0"/>
          <w:smallCaps w:val="0"/>
          <w:szCs w:val="24"/>
        </w:rPr>
        <w:t>Wykład: wykład problemowy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odległość.</w:t>
      </w:r>
    </w:p>
    <w:p w:rsidRPr="00D77A87" w:rsidR="0085747A" w:rsidP="00D77A87" w:rsidRDefault="00D77A87" w14:paraId="14421F5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 praca w grupach (</w:t>
      </w:r>
      <w:r w:rsidRPr="00D77A87">
        <w:rPr>
          <w:rFonts w:ascii="Corbel" w:hAnsi="Corbel"/>
          <w:b w:val="0"/>
          <w:smallCaps w:val="0"/>
          <w:szCs w:val="24"/>
        </w:rPr>
        <w:t>rozwiązywanie zadań, dyskusja</w:t>
      </w:r>
      <w:r>
        <w:rPr>
          <w:rFonts w:ascii="Corbel" w:hAnsi="Corbel"/>
          <w:b w:val="0"/>
          <w:smallCaps w:val="0"/>
          <w:szCs w:val="24"/>
        </w:rPr>
        <w:t xml:space="preserve">),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:rsidR="00E960BB" w:rsidP="009C54AE" w:rsidRDefault="00E960BB" w14:paraId="47B90DA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214D3FE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2B98FC9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71E58B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23E18A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845246" w14:paraId="295E30A3" w14:textId="77777777">
        <w:tc>
          <w:tcPr>
            <w:tcW w:w="1962" w:type="dxa"/>
            <w:vAlign w:val="center"/>
          </w:tcPr>
          <w:p w:rsidRPr="009C54AE" w:rsidR="0085747A" w:rsidP="009C54AE" w:rsidRDefault="0071620A" w14:paraId="3343C28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4989F64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4CB8ED3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6D71030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238E68F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EE4C3F" w:rsidR="00845246" w:rsidTr="00845246" w14:paraId="4CBFA5C0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845246" w14:paraId="1D7CB3AF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845246" w14:paraId="54060B94" w14:textId="77777777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845246" w14:paraId="06F6FFCA" w14:textId="77777777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Pr="00EE4C3F" w:rsidR="00845246" w:rsidTr="00845246" w14:paraId="54E9FDF6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845246" w14:paraId="6F468785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845246" w14:paraId="7FC9F22C" w14:textId="77777777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845246" w14:paraId="015C81BE" w14:textId="77777777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Pr="00EE4C3F" w:rsidR="00845246" w:rsidTr="00845246" w14:paraId="788C4AA4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845246" w14:paraId="2FC09917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845246" w14:paraId="0ABDDAAE" w14:textId="77777777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845246" w14:paraId="307AF817" w14:textId="77777777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Pr="00EE4C3F" w:rsidR="00845246" w:rsidTr="00845246" w14:paraId="7089C294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845246" w14:paraId="39186FF0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845246" w14:paraId="798B157D" w14:textId="77777777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173A87" w14:paraId="67C44B4D" w14:textId="77777777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845246" w:rsid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EE4C3F" w:rsidR="00845246" w:rsidTr="00845246" w14:paraId="7A2852B0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845246" w14:paraId="6FFAA066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845246" w14:paraId="7CE853F9" w14:textId="77777777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173A87" w14:paraId="77EA7F73" w14:textId="77777777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EE4C3F" w:rsidR="00845246" w:rsidTr="00845246" w14:paraId="30EC7811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845246" w14:paraId="77F92A23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845246" w14:paraId="2CD278D4" w14:textId="77777777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173A87" w14:paraId="21721716" w14:textId="77777777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EE4C3F" w:rsidR="00845246" w:rsidTr="00845246" w14:paraId="2EDCC16C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845246" w14:paraId="7AC6EC2E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EK-07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845246" w14:paraId="3C5F8FE8" w14:textId="77777777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845246" w14:paraId="3920800A" w14:textId="77777777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EE4C3F" w:rsidR="00845246" w:rsidTr="00845246" w14:paraId="32137C09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845246" w14:paraId="65F51224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EK-08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845246" w14:paraId="05C5DAFB" w14:textId="77777777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45246" w:rsidR="00845246" w:rsidP="00845246" w:rsidRDefault="00845246" w14:paraId="126E71E1" w14:textId="77777777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Pr="009C54AE" w:rsidR="00923D7D" w:rsidP="009C54AE" w:rsidRDefault="00923D7D" w14:paraId="308A410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42EEA37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5802870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564455DE" w14:textId="77777777">
        <w:tc>
          <w:tcPr>
            <w:tcW w:w="9670" w:type="dxa"/>
          </w:tcPr>
          <w:p w:rsidRPr="00845246" w:rsidR="00845246" w:rsidP="00845246" w:rsidRDefault="00845246" w14:paraId="74027C6B" w14:textId="508C50B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 – ocena ustalana w oparciu o średnią  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wóch ocen z kolokwium pisemnego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 xml:space="preserve">  oraz aktywności studenta w trakcie zajęć. </w:t>
            </w:r>
          </w:p>
          <w:p w:rsidRPr="009C54AE" w:rsidR="00923D7D" w:rsidP="00845246" w:rsidRDefault="00845246" w14:paraId="1E6BF827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Egzamin pisemny składający się zadań praktycznych i  pytań problemowych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ocena pozytywna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 xml:space="preserve"> 51% punktów możliwych do uzyskania.</w:t>
            </w:r>
          </w:p>
          <w:p w:rsidRPr="009C54AE" w:rsidR="0085747A" w:rsidP="009C54AE" w:rsidRDefault="0085747A" w14:paraId="2F1BBD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169EF89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6BB3BBFA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693F611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2F3C8CB" w14:paraId="5FAAA639" w14:textId="77777777">
        <w:tc>
          <w:tcPr>
            <w:tcW w:w="4902" w:type="dxa"/>
            <w:tcMar/>
            <w:vAlign w:val="center"/>
          </w:tcPr>
          <w:p w:rsidRPr="009C54AE" w:rsidR="0085747A" w:rsidP="009C54AE" w:rsidRDefault="00C61DC5" w14:paraId="3F7C0E7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tcMar/>
            <w:vAlign w:val="center"/>
          </w:tcPr>
          <w:p w:rsidRPr="009C54AE" w:rsidR="0085747A" w:rsidP="009C54AE" w:rsidRDefault="00C61DC5" w14:paraId="1543A8AD" w14:textId="0039AB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24DC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7E267C" w:rsidTr="02F3C8CB" w14:paraId="4C13978B" w14:textId="77777777">
        <w:tc>
          <w:tcPr>
            <w:tcW w:w="4902" w:type="dxa"/>
            <w:tcMar/>
          </w:tcPr>
          <w:p w:rsidRPr="009C54AE" w:rsidR="007E267C" w:rsidP="007E267C" w:rsidRDefault="007E267C" w14:paraId="30B7CD7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tcMar/>
          </w:tcPr>
          <w:p w:rsidR="007E267C" w:rsidP="007E267C" w:rsidRDefault="007E267C" w14:paraId="1651681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45</w:t>
            </w:r>
          </w:p>
        </w:tc>
      </w:tr>
      <w:tr w:rsidRPr="009C54AE" w:rsidR="007E267C" w:rsidTr="02F3C8CB" w14:paraId="1BAAAF5F" w14:textId="77777777">
        <w:tc>
          <w:tcPr>
            <w:tcW w:w="4902" w:type="dxa"/>
            <w:tcMar/>
          </w:tcPr>
          <w:p w:rsidRPr="009C54AE" w:rsidR="007E267C" w:rsidP="007E267C" w:rsidRDefault="007E267C" w14:paraId="26A9912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7E267C" w:rsidP="007E267C" w:rsidRDefault="007E267C" w14:paraId="52316C7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Mar/>
          </w:tcPr>
          <w:p w:rsidR="007E267C" w:rsidP="007E267C" w:rsidRDefault="007E267C" w14:paraId="4D1AE40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Pr="009C54AE" w:rsidR="007E267C" w:rsidTr="02F3C8CB" w14:paraId="469DFB34" w14:textId="77777777">
        <w:tc>
          <w:tcPr>
            <w:tcW w:w="4902" w:type="dxa"/>
            <w:tcMar/>
          </w:tcPr>
          <w:p w:rsidRPr="009C54AE" w:rsidR="007E267C" w:rsidP="008370B2" w:rsidRDefault="007E267C" w14:paraId="412A6FE4" w14:textId="5B53DC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370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</w:t>
            </w:r>
            <w:r>
              <w:rPr>
                <w:rFonts w:ascii="Corbel" w:hAnsi="Corbel"/>
                <w:sz w:val="24"/>
                <w:szCs w:val="24"/>
              </w:rPr>
              <w:t xml:space="preserve">ie do zajęć, </w:t>
            </w:r>
            <w:r w:rsidR="00A3135F"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t>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Mar/>
          </w:tcPr>
          <w:p w:rsidR="007E267C" w:rsidP="007E267C" w:rsidRDefault="007E267C" w14:paraId="141361DC" w14:textId="11408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2F3C8CB" w:rsidR="007E267C">
              <w:rPr>
                <w:rFonts w:ascii="Corbel" w:hAnsi="Corbel"/>
                <w:sz w:val="21"/>
                <w:szCs w:val="21"/>
              </w:rPr>
              <w:t>50</w:t>
            </w:r>
          </w:p>
        </w:tc>
      </w:tr>
      <w:tr w:rsidRPr="009C54AE" w:rsidR="007E267C" w:rsidTr="02F3C8CB" w14:paraId="24B7187D" w14:textId="77777777">
        <w:tc>
          <w:tcPr>
            <w:tcW w:w="4902" w:type="dxa"/>
            <w:tcMar/>
          </w:tcPr>
          <w:p w:rsidRPr="009C54AE" w:rsidR="007E267C" w:rsidP="007E267C" w:rsidRDefault="007E267C" w14:paraId="35BAE24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Mar/>
          </w:tcPr>
          <w:p w:rsidR="007E267C" w:rsidP="02F3C8CB" w:rsidRDefault="007E267C" w14:paraId="5D872584" w14:textId="11080EFB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b w:val="1"/>
                <w:bCs w:val="1"/>
                <w:sz w:val="22"/>
                <w:szCs w:val="22"/>
              </w:rPr>
            </w:pPr>
            <w:r w:rsidRPr="02F3C8CB" w:rsidR="02F3C8CB">
              <w:rPr>
                <w:rFonts w:ascii="Corbel" w:hAnsi="Corbel"/>
                <w:b w:val="1"/>
                <w:bCs w:val="1"/>
                <w:sz w:val="21"/>
                <w:szCs w:val="21"/>
              </w:rPr>
              <w:t>100</w:t>
            </w:r>
          </w:p>
        </w:tc>
      </w:tr>
      <w:tr w:rsidRPr="009C54AE" w:rsidR="007E267C" w:rsidTr="02F3C8CB" w14:paraId="106800FA" w14:textId="77777777">
        <w:tc>
          <w:tcPr>
            <w:tcW w:w="4902" w:type="dxa"/>
            <w:tcMar/>
          </w:tcPr>
          <w:p w:rsidRPr="009C54AE" w:rsidR="007E267C" w:rsidP="007E267C" w:rsidRDefault="007E267C" w14:paraId="1F333D9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Mar/>
          </w:tcPr>
          <w:p w:rsidR="007E267C" w:rsidP="02F3C8CB" w:rsidRDefault="007E267C" w14:paraId="0BCE9CF4" w14:textId="06384698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b w:val="1"/>
                <w:bCs w:val="1"/>
                <w:sz w:val="22"/>
                <w:szCs w:val="22"/>
              </w:rPr>
            </w:pPr>
            <w:r w:rsidRPr="02F3C8CB" w:rsidR="02F3C8CB">
              <w:rPr>
                <w:rFonts w:ascii="Corbel" w:hAnsi="Corbel"/>
                <w:b w:val="1"/>
                <w:bCs w:val="1"/>
                <w:sz w:val="21"/>
                <w:szCs w:val="21"/>
              </w:rPr>
              <w:t>4</w:t>
            </w:r>
          </w:p>
        </w:tc>
      </w:tr>
    </w:tbl>
    <w:p w:rsidRPr="009C54AE" w:rsidR="0085747A" w:rsidP="009C54AE" w:rsidRDefault="00923D7D" w14:paraId="00FA437A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1BFB4BD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1298D9D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0CE8BEB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824DC1" w14:paraId="559934A7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57E952E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1E05DE" w:rsidRDefault="001E05DE" w14:paraId="2D1D3C25" w14:textId="2E26A9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824DC1" w14:paraId="436D8B48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7185C30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1E05DE" w:rsidRDefault="001E05DE" w14:paraId="3397037C" w14:textId="1C326E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5C851DD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9D60B3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2379BFA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85747A" w:rsidTr="00824DC1" w14:paraId="21EF21A2" w14:textId="77777777">
        <w:trPr>
          <w:trHeight w:val="397"/>
        </w:trPr>
        <w:tc>
          <w:tcPr>
            <w:tcW w:w="5000" w:type="pct"/>
          </w:tcPr>
          <w:p w:rsidRPr="00C37DF1" w:rsidR="0085747A" w:rsidP="009C54AE" w:rsidRDefault="0085747A" w14:paraId="10B984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C37DF1" w:rsidR="00DC0C25" w:rsidP="00BC480C" w:rsidRDefault="00DC0C25" w14:paraId="38206D6C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Bień W.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finansami przedsi</w:t>
            </w:r>
            <w:r w:rsidRPr="00C37DF1"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ębiorstwa, Wyd. </w:t>
            </w: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</w:t>
            </w:r>
            <w:r w:rsidR="00892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C37DF1" w:rsidR="007E267C" w:rsidP="00BC480C" w:rsidRDefault="007E267C" w14:paraId="4F129689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Duliniec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Finansowanie przedsiębiorstwa. Strategie i instrumenty, 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201</w:t>
            </w:r>
            <w:r w:rsidR="00892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C37DF1" w:rsidR="007E267C" w:rsidP="00BC480C" w:rsidRDefault="007E267C" w14:paraId="1725D87E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Kaczmarek T., </w:t>
            </w:r>
            <w:r w:rsidRPr="00C37DF1" w:rsidR="00DC0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Finanse przedsiębiorstw: t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eoria i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praktyka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</w:tc>
      </w:tr>
      <w:tr w:rsidRPr="009C54AE" w:rsidR="0085747A" w:rsidTr="00824DC1" w14:paraId="0EEB9643" w14:textId="77777777">
        <w:trPr>
          <w:trHeight w:val="397"/>
        </w:trPr>
        <w:tc>
          <w:tcPr>
            <w:tcW w:w="5000" w:type="pct"/>
          </w:tcPr>
          <w:p w:rsidRPr="00C37DF1" w:rsidR="0085747A" w:rsidP="009C54AE" w:rsidRDefault="0085747A" w14:paraId="6DE9FEB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C37DF1" w:rsidR="00DC0C25" w:rsidP="007E267C" w:rsidRDefault="00DC0C25" w14:paraId="44DEB662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Czekaj J., </w:t>
            </w: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Dresler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finansami przedsiębiorstw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Podstawy teorii,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Naukowe PWN, 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2013.</w:t>
            </w:r>
          </w:p>
          <w:p w:rsidRPr="00C37DF1" w:rsidR="007E267C" w:rsidP="007E267C" w:rsidRDefault="007E267C" w14:paraId="2F07B514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 P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Grzebyk M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Nesterowicz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Sowa B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Rachunkowość przedsiębiorstw-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podejmowanie i finansowanie działalności gospodarczej. Ewidenc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 .Sprawozdawczość,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UR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2014.</w:t>
            </w:r>
          </w:p>
          <w:p w:rsidRPr="00C37DF1" w:rsidR="00DC0C25" w:rsidP="007E267C" w:rsidRDefault="00DC0C25" w14:paraId="55BA942F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Gnela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Podstawy prawa dla ekonomistów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 Wyd. Wolters Kluwer,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  <w:p w:rsidRPr="00C37DF1" w:rsidR="007E267C" w:rsidP="007E267C" w:rsidRDefault="007E267C" w14:paraId="71D3B9B2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Elementy nauki o finansach, Wyd. PWE, Warszawa 2007.</w:t>
            </w:r>
          </w:p>
          <w:p w:rsidRPr="00C37DF1" w:rsidR="007E267C" w:rsidP="007E267C" w:rsidRDefault="007E267C" w14:paraId="6287CDB5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Owsiak S.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Podstawy nauki finansów, 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2008.</w:t>
            </w:r>
          </w:p>
        </w:tc>
      </w:tr>
    </w:tbl>
    <w:p w:rsidRPr="009C54AE" w:rsidR="0085747A" w:rsidP="009C54AE" w:rsidRDefault="0085747A" w14:paraId="7EF0455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62A0A22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477A5929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1B4D" w:rsidP="00C16ABF" w:rsidRDefault="00031B4D" w14:paraId="0AD6475D" w14:textId="77777777">
      <w:pPr>
        <w:spacing w:after="0" w:line="240" w:lineRule="auto"/>
      </w:pPr>
      <w:r>
        <w:separator/>
      </w:r>
    </w:p>
  </w:endnote>
  <w:endnote w:type="continuationSeparator" w:id="0">
    <w:p w:rsidR="00031B4D" w:rsidP="00C16ABF" w:rsidRDefault="00031B4D" w14:paraId="152BD73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1B4D" w:rsidP="00C16ABF" w:rsidRDefault="00031B4D" w14:paraId="18EDF110" w14:textId="77777777">
      <w:pPr>
        <w:spacing w:after="0" w:line="240" w:lineRule="auto"/>
      </w:pPr>
      <w:r>
        <w:separator/>
      </w:r>
    </w:p>
  </w:footnote>
  <w:footnote w:type="continuationSeparator" w:id="0">
    <w:p w:rsidR="00031B4D" w:rsidP="00C16ABF" w:rsidRDefault="00031B4D" w14:paraId="3E44E5CD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936AF2"/>
    <w:multiLevelType w:val="hybridMultilevel"/>
    <w:tmpl w:val="3D7E9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22F94"/>
    <w:multiLevelType w:val="hybridMultilevel"/>
    <w:tmpl w:val="F2762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971DC9"/>
    <w:multiLevelType w:val="hybridMultilevel"/>
    <w:tmpl w:val="EBBE9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E711DB"/>
    <w:multiLevelType w:val="hybridMultilevel"/>
    <w:tmpl w:val="6F545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6B1"/>
    <w:rsid w:val="00022ECE"/>
    <w:rsid w:val="00031B4D"/>
    <w:rsid w:val="00042A51"/>
    <w:rsid w:val="00042D2E"/>
    <w:rsid w:val="00044C82"/>
    <w:rsid w:val="00070ED6"/>
    <w:rsid w:val="000742DC"/>
    <w:rsid w:val="00084C12"/>
    <w:rsid w:val="00087EAE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A87"/>
    <w:rsid w:val="0017512A"/>
    <w:rsid w:val="00176083"/>
    <w:rsid w:val="00192F37"/>
    <w:rsid w:val="001A70D2"/>
    <w:rsid w:val="001D657B"/>
    <w:rsid w:val="001D7B54"/>
    <w:rsid w:val="001E0209"/>
    <w:rsid w:val="001E05DE"/>
    <w:rsid w:val="001F2CA2"/>
    <w:rsid w:val="002144C0"/>
    <w:rsid w:val="00215FA7"/>
    <w:rsid w:val="0022477D"/>
    <w:rsid w:val="002278A9"/>
    <w:rsid w:val="002336F9"/>
    <w:rsid w:val="0024028F"/>
    <w:rsid w:val="00244ABC"/>
    <w:rsid w:val="00257280"/>
    <w:rsid w:val="00266F1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4B41"/>
    <w:rsid w:val="003A0A5B"/>
    <w:rsid w:val="003A1176"/>
    <w:rsid w:val="003C0BAE"/>
    <w:rsid w:val="003D18A9"/>
    <w:rsid w:val="003D6CE2"/>
    <w:rsid w:val="003E09C9"/>
    <w:rsid w:val="003E1941"/>
    <w:rsid w:val="003E2FE6"/>
    <w:rsid w:val="003E49D5"/>
    <w:rsid w:val="003F205D"/>
    <w:rsid w:val="003F38C0"/>
    <w:rsid w:val="003F6E1D"/>
    <w:rsid w:val="00403821"/>
    <w:rsid w:val="0041050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154"/>
    <w:rsid w:val="005363C4"/>
    <w:rsid w:val="00536BDE"/>
    <w:rsid w:val="00543ACC"/>
    <w:rsid w:val="0056696D"/>
    <w:rsid w:val="005823AE"/>
    <w:rsid w:val="00592EC2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1980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90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743"/>
    <w:rsid w:val="00746EC8"/>
    <w:rsid w:val="00763BF1"/>
    <w:rsid w:val="00766FD4"/>
    <w:rsid w:val="007758F9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67C"/>
    <w:rsid w:val="007F4155"/>
    <w:rsid w:val="0081554D"/>
    <w:rsid w:val="0081707E"/>
    <w:rsid w:val="00824DC1"/>
    <w:rsid w:val="008370B2"/>
    <w:rsid w:val="008449B3"/>
    <w:rsid w:val="00845246"/>
    <w:rsid w:val="008552A2"/>
    <w:rsid w:val="0085747A"/>
    <w:rsid w:val="00884922"/>
    <w:rsid w:val="00885F64"/>
    <w:rsid w:val="008917F9"/>
    <w:rsid w:val="008922D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812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5E6"/>
    <w:rsid w:val="00A30110"/>
    <w:rsid w:val="00A3135F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33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480C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DF1"/>
    <w:rsid w:val="00C56036"/>
    <w:rsid w:val="00C57AD4"/>
    <w:rsid w:val="00C61DC5"/>
    <w:rsid w:val="00C67E92"/>
    <w:rsid w:val="00C70A26"/>
    <w:rsid w:val="00C766DF"/>
    <w:rsid w:val="00C94B98"/>
    <w:rsid w:val="00CA2B96"/>
    <w:rsid w:val="00CA5089"/>
    <w:rsid w:val="00CA56E5"/>
    <w:rsid w:val="00CB1EF7"/>
    <w:rsid w:val="00CD6897"/>
    <w:rsid w:val="00CE3C4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7A87"/>
    <w:rsid w:val="00D8075B"/>
    <w:rsid w:val="00D8678B"/>
    <w:rsid w:val="00DA2114"/>
    <w:rsid w:val="00DA6057"/>
    <w:rsid w:val="00DC0C25"/>
    <w:rsid w:val="00DC6D0C"/>
    <w:rsid w:val="00DC75B4"/>
    <w:rsid w:val="00DE09C0"/>
    <w:rsid w:val="00DE4A14"/>
    <w:rsid w:val="00DF320D"/>
    <w:rsid w:val="00DF71C8"/>
    <w:rsid w:val="00E02D07"/>
    <w:rsid w:val="00E129B8"/>
    <w:rsid w:val="00E21E7D"/>
    <w:rsid w:val="00E22FBC"/>
    <w:rsid w:val="00E24BF5"/>
    <w:rsid w:val="00E25338"/>
    <w:rsid w:val="00E27FED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496"/>
    <w:rsid w:val="00FB7DBA"/>
    <w:rsid w:val="00FC1C25"/>
    <w:rsid w:val="00FC3F45"/>
    <w:rsid w:val="00FD503F"/>
    <w:rsid w:val="00FD7589"/>
    <w:rsid w:val="00FE2204"/>
    <w:rsid w:val="00FF016A"/>
    <w:rsid w:val="00FF1401"/>
    <w:rsid w:val="00FF5E7D"/>
    <w:rsid w:val="00FF7C33"/>
    <w:rsid w:val="02F3C8CB"/>
    <w:rsid w:val="3A7F46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32401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8370B2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8370B2"/>
  </w:style>
  <w:style w:type="character" w:styleId="spellingerror" w:customStyle="1">
    <w:name w:val="spellingerror"/>
    <w:basedOn w:val="Domylnaczcionkaakapitu"/>
    <w:rsid w:val="008370B2"/>
  </w:style>
  <w:style w:type="character" w:styleId="eop" w:customStyle="1">
    <w:name w:val="eop"/>
    <w:basedOn w:val="Domylnaczcionkaakapitu"/>
    <w:rsid w:val="008370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4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17EA7-C84C-41AF-A1CC-092C23C91F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7580E1-F3B3-41AA-9247-B9369E6E3349}"/>
</file>

<file path=customXml/itemProps3.xml><?xml version="1.0" encoding="utf-8"?>
<ds:datastoreItem xmlns:ds="http://schemas.openxmlformats.org/officeDocument/2006/customXml" ds:itemID="{5A1617DB-F0CA-4F32-A2A2-8CEDE43815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6D8D430-2112-4E1E-AC91-AA48612DB64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Pawłowska-Mielech Jadwiga</lastModifiedBy>
  <revision>31</revision>
  <lastPrinted>2019-02-06T12:12:00.0000000Z</lastPrinted>
  <dcterms:created xsi:type="dcterms:W3CDTF">2020-10-16T11:18:00.0000000Z</dcterms:created>
  <dcterms:modified xsi:type="dcterms:W3CDTF">2022-05-28T18:25:25.5946869Z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